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25"/>
        <w:gridCol w:w="10"/>
        <w:gridCol w:w="2258"/>
        <w:gridCol w:w="2128"/>
        <w:gridCol w:w="2551"/>
      </w:tblGrid>
      <w:tr w:rsidR="00E14629" w:rsidRPr="0044528B" w:rsidTr="005A5907">
        <w:trPr>
          <w:trHeight w:val="2452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ind w:left="175" w:right="183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ث</w:t>
            </w:r>
          </w:p>
        </w:tc>
        <w:tc>
          <w:tcPr>
            <w:tcW w:w="2125" w:type="dxa"/>
            <w:shd w:val="clear" w:color="auto" w:fill="auto"/>
          </w:tcPr>
          <w:p w:rsidR="00E14629" w:rsidRPr="0044528B" w:rsidRDefault="00E14629" w:rsidP="005A5907">
            <w:pPr>
              <w:ind w:left="175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ت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14629" w:rsidRPr="0044528B" w:rsidRDefault="00E14629" w:rsidP="005A5907">
            <w:pPr>
              <w:ind w:left="175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پ</w:t>
            </w:r>
          </w:p>
        </w:tc>
        <w:tc>
          <w:tcPr>
            <w:tcW w:w="2128" w:type="dxa"/>
            <w:shd w:val="clear" w:color="auto" w:fill="auto"/>
          </w:tcPr>
          <w:p w:rsidR="00E14629" w:rsidRPr="0044528B" w:rsidRDefault="00E14629" w:rsidP="005A5907">
            <w:pPr>
              <w:ind w:left="175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ب</w:t>
            </w:r>
          </w:p>
        </w:tc>
        <w:tc>
          <w:tcPr>
            <w:tcW w:w="2551" w:type="dxa"/>
            <w:shd w:val="clear" w:color="auto" w:fill="auto"/>
          </w:tcPr>
          <w:p w:rsidR="00E14629" w:rsidRPr="0044528B" w:rsidRDefault="00E14629" w:rsidP="005A5907">
            <w:pPr>
              <w:ind w:left="605" w:firstLine="2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ا</w:t>
            </w:r>
          </w:p>
        </w:tc>
      </w:tr>
      <w:tr w:rsidR="00E14629" w:rsidRPr="0044528B" w:rsidTr="005A5907">
        <w:trPr>
          <w:trHeight w:val="2370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ind w:left="459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ذ</w:t>
            </w:r>
          </w:p>
        </w:tc>
        <w:tc>
          <w:tcPr>
            <w:tcW w:w="2125" w:type="dxa"/>
            <w:shd w:val="clear" w:color="auto" w:fill="auto"/>
          </w:tcPr>
          <w:p w:rsidR="00E14629" w:rsidRPr="0044528B" w:rsidRDefault="00E14629" w:rsidP="005A5907">
            <w:pPr>
              <w:ind w:left="459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د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14629" w:rsidRPr="0044528B" w:rsidRDefault="00E14629" w:rsidP="005A5907">
            <w:pPr>
              <w:ind w:left="459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خ</w:t>
            </w:r>
          </w:p>
        </w:tc>
        <w:tc>
          <w:tcPr>
            <w:tcW w:w="2128" w:type="dxa"/>
            <w:shd w:val="clear" w:color="auto" w:fill="auto"/>
          </w:tcPr>
          <w:p w:rsidR="00E14629" w:rsidRPr="0044528B" w:rsidRDefault="00E14629" w:rsidP="005A5907">
            <w:pPr>
              <w:ind w:left="459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ح</w:t>
            </w:r>
          </w:p>
        </w:tc>
        <w:tc>
          <w:tcPr>
            <w:tcW w:w="2551" w:type="dxa"/>
            <w:shd w:val="clear" w:color="auto" w:fill="auto"/>
          </w:tcPr>
          <w:p w:rsidR="00E14629" w:rsidRPr="0044528B" w:rsidRDefault="00E14629" w:rsidP="005A5907">
            <w:pPr>
              <w:ind w:left="459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چ</w:t>
            </w:r>
          </w:p>
        </w:tc>
      </w:tr>
      <w:tr w:rsidR="00E14629" w:rsidRPr="0044528B" w:rsidTr="005A5907">
        <w:trPr>
          <w:trHeight w:val="2452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jc w:val="center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ص</w:t>
            </w:r>
          </w:p>
        </w:tc>
        <w:tc>
          <w:tcPr>
            <w:tcW w:w="2125" w:type="dxa"/>
            <w:shd w:val="clear" w:color="auto" w:fill="auto"/>
          </w:tcPr>
          <w:p w:rsidR="00E14629" w:rsidRPr="0044528B" w:rsidRDefault="00E14629" w:rsidP="005A5907">
            <w:pPr>
              <w:ind w:left="322" w:hanging="141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14629" w:rsidRPr="0044528B" w:rsidRDefault="00E14629" w:rsidP="005A5907">
            <w:pPr>
              <w:ind w:left="322" w:hanging="141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س</w:t>
            </w:r>
          </w:p>
        </w:tc>
        <w:tc>
          <w:tcPr>
            <w:tcW w:w="2128" w:type="dxa"/>
            <w:shd w:val="clear" w:color="auto" w:fill="auto"/>
          </w:tcPr>
          <w:p w:rsidR="00E14629" w:rsidRPr="0044528B" w:rsidRDefault="00E14629" w:rsidP="005A5907">
            <w:pPr>
              <w:ind w:left="322" w:hanging="141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ژ</w:t>
            </w:r>
          </w:p>
        </w:tc>
        <w:tc>
          <w:tcPr>
            <w:tcW w:w="2551" w:type="dxa"/>
            <w:shd w:val="clear" w:color="auto" w:fill="auto"/>
          </w:tcPr>
          <w:p w:rsidR="00E14629" w:rsidRPr="0044528B" w:rsidRDefault="00E14629" w:rsidP="005A5907">
            <w:pPr>
              <w:ind w:left="322" w:hanging="141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ز</w:t>
            </w:r>
          </w:p>
        </w:tc>
      </w:tr>
      <w:tr w:rsidR="00E14629" w:rsidRPr="0044528B" w:rsidTr="005A5907">
        <w:trPr>
          <w:trHeight w:val="2452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lastRenderedPageBreak/>
              <w:t>ف</w:t>
            </w:r>
          </w:p>
        </w:tc>
        <w:tc>
          <w:tcPr>
            <w:tcW w:w="2125" w:type="dxa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ع</w:t>
            </w:r>
          </w:p>
        </w:tc>
        <w:tc>
          <w:tcPr>
            <w:tcW w:w="2128" w:type="dxa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ظ</w:t>
            </w:r>
          </w:p>
        </w:tc>
        <w:tc>
          <w:tcPr>
            <w:tcW w:w="2551" w:type="dxa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ط</w:t>
            </w:r>
          </w:p>
        </w:tc>
      </w:tr>
      <w:tr w:rsidR="00E14629" w:rsidRPr="0044528B" w:rsidTr="005A5907">
        <w:trPr>
          <w:trHeight w:val="2370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ن</w:t>
            </w:r>
          </w:p>
        </w:tc>
        <w:tc>
          <w:tcPr>
            <w:tcW w:w="2125" w:type="dxa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م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14629" w:rsidRPr="0044528B" w:rsidRDefault="00E14629" w:rsidP="005A5907">
            <w:pPr>
              <w:ind w:left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ل</w:t>
            </w:r>
          </w:p>
        </w:tc>
        <w:tc>
          <w:tcPr>
            <w:tcW w:w="2128" w:type="dxa"/>
            <w:shd w:val="clear" w:color="auto" w:fill="auto"/>
          </w:tcPr>
          <w:p w:rsidR="00E14629" w:rsidRPr="0044528B" w:rsidRDefault="00E14629" w:rsidP="005A5907">
            <w:pPr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گ</w:t>
            </w:r>
          </w:p>
        </w:tc>
        <w:tc>
          <w:tcPr>
            <w:tcW w:w="2551" w:type="dxa"/>
            <w:shd w:val="clear" w:color="auto" w:fill="auto"/>
          </w:tcPr>
          <w:p w:rsidR="00E14629" w:rsidRPr="0044528B" w:rsidRDefault="00E14629" w:rsidP="005A5907">
            <w:pPr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ک</w:t>
            </w:r>
          </w:p>
        </w:tc>
      </w:tr>
      <w:tr w:rsidR="00E14629" w:rsidRPr="0044528B" w:rsidTr="005A5907">
        <w:trPr>
          <w:trHeight w:val="2452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ض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E14629" w:rsidRPr="0044528B" w:rsidRDefault="00E14629" w:rsidP="005A5907">
            <w:pPr>
              <w:ind w:firstLine="308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ر</w:t>
            </w:r>
          </w:p>
        </w:tc>
        <w:tc>
          <w:tcPr>
            <w:tcW w:w="2258" w:type="dxa"/>
            <w:shd w:val="clear" w:color="auto" w:fill="auto"/>
          </w:tcPr>
          <w:p w:rsidR="00E14629" w:rsidRPr="0044528B" w:rsidRDefault="00E14629" w:rsidP="005A5907">
            <w:pPr>
              <w:ind w:firstLine="308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ج</w:t>
            </w:r>
          </w:p>
        </w:tc>
        <w:tc>
          <w:tcPr>
            <w:tcW w:w="2128" w:type="dxa"/>
            <w:shd w:val="clear" w:color="auto" w:fill="auto"/>
          </w:tcPr>
          <w:p w:rsidR="00E14629" w:rsidRPr="0044528B" w:rsidRDefault="00E14629" w:rsidP="005A5907">
            <w:pPr>
              <w:ind w:right="-398" w:firstLine="315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ی</w:t>
            </w:r>
          </w:p>
        </w:tc>
        <w:tc>
          <w:tcPr>
            <w:tcW w:w="2551" w:type="dxa"/>
            <w:shd w:val="clear" w:color="auto" w:fill="auto"/>
          </w:tcPr>
          <w:p w:rsidR="00E14629" w:rsidRPr="0044528B" w:rsidRDefault="00E14629" w:rsidP="005A5907">
            <w:pPr>
              <w:ind w:right="-398" w:firstLine="605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ه</w:t>
            </w:r>
          </w:p>
        </w:tc>
      </w:tr>
      <w:tr w:rsidR="00E14629" w:rsidRPr="0044528B" w:rsidTr="005A5907">
        <w:trPr>
          <w:gridAfter w:val="5"/>
          <w:wAfter w:w="9072" w:type="dxa"/>
          <w:trHeight w:val="2911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ind w:firstLine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lastRenderedPageBreak/>
              <w:t>ق</w:t>
            </w:r>
          </w:p>
        </w:tc>
      </w:tr>
      <w:tr w:rsidR="00E14629" w:rsidRPr="0044528B" w:rsidTr="005A5907">
        <w:trPr>
          <w:gridAfter w:val="5"/>
          <w:wAfter w:w="9072" w:type="dxa"/>
          <w:trHeight w:val="2370"/>
        </w:trPr>
        <w:tc>
          <w:tcPr>
            <w:tcW w:w="2410" w:type="dxa"/>
            <w:shd w:val="clear" w:color="auto" w:fill="auto"/>
          </w:tcPr>
          <w:p w:rsidR="00E14629" w:rsidRPr="0044528B" w:rsidRDefault="00E14629" w:rsidP="005A5907">
            <w:pPr>
              <w:ind w:firstLine="317"/>
              <w:rPr>
                <w:sz w:val="200"/>
                <w:szCs w:val="200"/>
                <w:lang w:bidi="fa-IR"/>
              </w:rPr>
            </w:pPr>
            <w:r w:rsidRPr="0044528B">
              <w:rPr>
                <w:rFonts w:hint="cs"/>
                <w:sz w:val="200"/>
                <w:szCs w:val="200"/>
                <w:rtl/>
                <w:lang w:bidi="fa-IR"/>
              </w:rPr>
              <w:t>و</w:t>
            </w:r>
          </w:p>
        </w:tc>
      </w:tr>
    </w:tbl>
    <w:p w:rsidR="00E14629" w:rsidRPr="000217B2" w:rsidRDefault="00E14629" w:rsidP="00E14629">
      <w:pPr>
        <w:tabs>
          <w:tab w:val="left" w:pos="3402"/>
        </w:tabs>
        <w:ind w:left="-142" w:right="-313"/>
        <w:rPr>
          <w:sz w:val="28"/>
          <w:szCs w:val="28"/>
        </w:rPr>
      </w:pPr>
    </w:p>
    <w:p w:rsidR="00F36260" w:rsidRPr="00C90A44" w:rsidRDefault="00F36260" w:rsidP="00C90A44">
      <w:bookmarkStart w:id="0" w:name="_GoBack"/>
      <w:bookmarkEnd w:id="0"/>
    </w:p>
    <w:sectPr w:rsidR="00F36260" w:rsidRPr="00C90A44" w:rsidSect="000E7B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29"/>
    <w:rsid w:val="0013656C"/>
    <w:rsid w:val="006B3802"/>
    <w:rsid w:val="00B65436"/>
    <w:rsid w:val="00BF49C4"/>
    <w:rsid w:val="00C5490A"/>
    <w:rsid w:val="00C90A44"/>
    <w:rsid w:val="00E14629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629"/>
    <w:pPr>
      <w:spacing w:after="200" w:line="276" w:lineRule="auto"/>
    </w:pPr>
    <w:rPr>
      <w:rFonts w:asciiTheme="minorHAnsi" w:eastAsiaTheme="minorHAnsi" w:hAnsiTheme="minorHAnsi" w:cstheme="minorBidi"/>
      <w:lang w:eastAsia="en-US"/>
    </w:rPr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 w:after="0" w:line="240" w:lineRule="auto"/>
      <w:outlineLvl w:val="0"/>
    </w:pPr>
    <w:rPr>
      <w:rFonts w:ascii="Arial" w:eastAsiaTheme="majorEastAsia" w:hAnsi="Arial" w:cstheme="majorBidi"/>
      <w:b/>
      <w:bCs/>
      <w:sz w:val="24"/>
      <w:szCs w:val="28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  <w:spacing w:after="0" w:line="240" w:lineRule="auto"/>
    </w:pPr>
    <w:rPr>
      <w:rFonts w:ascii="Arial" w:eastAsiaTheme="majorEastAsia" w:hAnsi="Arial" w:cstheme="majorBidi"/>
      <w:i/>
      <w:iCs/>
      <w:color w:val="4F81BD" w:themeColor="accent1"/>
      <w:spacing w:val="15"/>
      <w:szCs w:val="24"/>
      <w:lang w:eastAsia="fr-CH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eastAsia="fr-CH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629"/>
    <w:pPr>
      <w:spacing w:after="200" w:line="276" w:lineRule="auto"/>
    </w:pPr>
    <w:rPr>
      <w:rFonts w:asciiTheme="minorHAnsi" w:eastAsiaTheme="minorHAnsi" w:hAnsiTheme="minorHAnsi" w:cstheme="minorBidi"/>
      <w:lang w:eastAsia="en-US"/>
    </w:rPr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 w:after="0" w:line="240" w:lineRule="auto"/>
      <w:outlineLvl w:val="0"/>
    </w:pPr>
    <w:rPr>
      <w:rFonts w:ascii="Arial" w:eastAsiaTheme="majorEastAsia" w:hAnsi="Arial" w:cstheme="majorBidi"/>
      <w:b/>
      <w:bCs/>
      <w:sz w:val="24"/>
      <w:szCs w:val="28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  <w:spacing w:after="0" w:line="240" w:lineRule="auto"/>
    </w:pPr>
    <w:rPr>
      <w:rFonts w:ascii="Arial" w:eastAsiaTheme="majorEastAsia" w:hAnsi="Arial" w:cstheme="majorBidi"/>
      <w:i/>
      <w:iCs/>
      <w:color w:val="4F81BD" w:themeColor="accent1"/>
      <w:spacing w:val="15"/>
      <w:szCs w:val="24"/>
      <w:lang w:eastAsia="fr-CH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eastAsia="fr-CH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DA6E-9C08-4594-B389-AB35793C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34DE33E9.dotm</Template>
  <TotalTime>1</TotalTime>
  <Pages>3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</cp:revision>
  <dcterms:created xsi:type="dcterms:W3CDTF">2019-08-14T07:17:00Z</dcterms:created>
  <dcterms:modified xsi:type="dcterms:W3CDTF">2019-08-14T07:19:00Z</dcterms:modified>
</cp:coreProperties>
</file>